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936A4" w14:textId="77777777" w:rsidR="006E5D65" w:rsidRPr="00F33B48" w:rsidRDefault="00CD6897" w:rsidP="00DE2E21">
      <w:pPr>
        <w:spacing w:after="200"/>
        <w:jc w:val="right"/>
        <w:rPr>
          <w:rFonts w:ascii="Corbel" w:hAnsi="Corbel"/>
          <w:bCs/>
          <w:i/>
        </w:rPr>
      </w:pP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="00D8678B" w:rsidRPr="00F33B48">
        <w:rPr>
          <w:rFonts w:ascii="Corbel" w:hAnsi="Corbel"/>
          <w:bCs/>
          <w:i/>
        </w:rPr>
        <w:t xml:space="preserve">Załącznik nr </w:t>
      </w:r>
      <w:r w:rsidR="006F31E2" w:rsidRPr="00F33B48">
        <w:rPr>
          <w:rFonts w:ascii="Corbel" w:hAnsi="Corbel"/>
          <w:bCs/>
          <w:i/>
        </w:rPr>
        <w:t>1.5</w:t>
      </w:r>
      <w:r w:rsidR="00D8678B" w:rsidRPr="00F33B48">
        <w:rPr>
          <w:rFonts w:ascii="Corbel" w:hAnsi="Corbel"/>
          <w:bCs/>
          <w:i/>
        </w:rPr>
        <w:t xml:space="preserve"> do Zarządzenia</w:t>
      </w:r>
      <w:r w:rsidR="002A22BF" w:rsidRPr="00F33B48">
        <w:rPr>
          <w:rFonts w:ascii="Corbel" w:hAnsi="Corbel"/>
          <w:bCs/>
          <w:i/>
        </w:rPr>
        <w:t xml:space="preserve"> Rektora UR </w:t>
      </w:r>
      <w:r w:rsidRPr="00F33B48">
        <w:rPr>
          <w:rFonts w:ascii="Corbel" w:hAnsi="Corbel"/>
          <w:bCs/>
          <w:i/>
        </w:rPr>
        <w:t xml:space="preserve"> nr </w:t>
      </w:r>
      <w:r w:rsidR="00F17567" w:rsidRPr="00F33B48">
        <w:rPr>
          <w:rFonts w:ascii="Corbel" w:hAnsi="Corbel"/>
          <w:bCs/>
          <w:i/>
        </w:rPr>
        <w:t>12/2019</w:t>
      </w:r>
    </w:p>
    <w:p w14:paraId="31721409" w14:textId="77777777" w:rsidR="0085747A" w:rsidRPr="00F33B48" w:rsidRDefault="0085747A" w:rsidP="009C54AE">
      <w:pPr>
        <w:jc w:val="center"/>
        <w:rPr>
          <w:rFonts w:ascii="Corbel" w:hAnsi="Corbel"/>
          <w:b/>
          <w:smallCaps/>
        </w:rPr>
      </w:pPr>
      <w:r w:rsidRPr="00F33B48">
        <w:rPr>
          <w:rFonts w:ascii="Corbel" w:hAnsi="Corbel"/>
          <w:b/>
          <w:smallCaps/>
        </w:rPr>
        <w:t>SYLABUS</w:t>
      </w:r>
    </w:p>
    <w:p w14:paraId="00776AAD" w14:textId="54302326" w:rsidR="0085747A" w:rsidRPr="00F33B48" w:rsidRDefault="0071620A" w:rsidP="00EA4832">
      <w:pPr>
        <w:spacing w:line="240" w:lineRule="exact"/>
        <w:jc w:val="center"/>
        <w:rPr>
          <w:rFonts w:ascii="Corbel" w:hAnsi="Corbel"/>
          <w:i/>
          <w:smallCaps/>
          <w:color w:val="FF0000"/>
        </w:rPr>
      </w:pPr>
      <w:r w:rsidRPr="00F33B48">
        <w:rPr>
          <w:rFonts w:ascii="Corbel" w:hAnsi="Corbel"/>
          <w:b/>
          <w:smallCaps/>
        </w:rPr>
        <w:t>dotyczy cyklu kształcenia</w:t>
      </w:r>
      <w:r w:rsidR="00DC6D0C" w:rsidRPr="00F33B48">
        <w:rPr>
          <w:rFonts w:ascii="Corbel" w:hAnsi="Corbel"/>
          <w:i/>
          <w:smallCaps/>
          <w:color w:val="FF0000"/>
        </w:rPr>
        <w:t xml:space="preserve"> </w:t>
      </w:r>
      <w:r w:rsidR="004000F9">
        <w:rPr>
          <w:rFonts w:ascii="Corbel" w:hAnsi="Corbel"/>
          <w:i/>
          <w:smallCaps/>
        </w:rPr>
        <w:t>2019-2022</w:t>
      </w:r>
    </w:p>
    <w:p w14:paraId="062878FE" w14:textId="76603A4E" w:rsidR="00445970" w:rsidRPr="00F33B48" w:rsidRDefault="00445970" w:rsidP="00F33B48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F33B48">
        <w:rPr>
          <w:rFonts w:ascii="Corbel" w:hAnsi="Corbel"/>
          <w:sz w:val="20"/>
          <w:szCs w:val="20"/>
        </w:rPr>
        <w:t>Rok akademicki</w:t>
      </w:r>
      <w:r w:rsidR="00F33B48" w:rsidRPr="00F33B48">
        <w:rPr>
          <w:rFonts w:ascii="Corbel" w:hAnsi="Corbel"/>
          <w:sz w:val="20"/>
          <w:szCs w:val="20"/>
        </w:rPr>
        <w:t>:</w:t>
      </w:r>
      <w:r w:rsidRPr="00F33B48">
        <w:rPr>
          <w:rFonts w:ascii="Corbel" w:hAnsi="Corbel"/>
          <w:sz w:val="20"/>
          <w:szCs w:val="20"/>
        </w:rPr>
        <w:t xml:space="preserve"> </w:t>
      </w:r>
      <w:r w:rsidR="00496E42" w:rsidRPr="00F33B48">
        <w:rPr>
          <w:rFonts w:ascii="Corbel" w:hAnsi="Corbel"/>
          <w:sz w:val="20"/>
          <w:szCs w:val="20"/>
        </w:rPr>
        <w:t>202</w:t>
      </w:r>
      <w:r w:rsidR="004000F9">
        <w:rPr>
          <w:rFonts w:ascii="Corbel" w:hAnsi="Corbel"/>
          <w:sz w:val="20"/>
          <w:szCs w:val="20"/>
        </w:rPr>
        <w:t>0</w:t>
      </w:r>
      <w:r w:rsidR="00496E42" w:rsidRPr="00F33B48">
        <w:rPr>
          <w:rFonts w:ascii="Corbel" w:hAnsi="Corbel"/>
          <w:sz w:val="20"/>
          <w:szCs w:val="20"/>
        </w:rPr>
        <w:t>/202</w:t>
      </w:r>
      <w:r w:rsidR="004000F9">
        <w:rPr>
          <w:rFonts w:ascii="Corbel" w:hAnsi="Corbel"/>
          <w:sz w:val="20"/>
          <w:szCs w:val="20"/>
        </w:rPr>
        <w:t>1</w:t>
      </w:r>
    </w:p>
    <w:p w14:paraId="59B65155" w14:textId="77777777" w:rsidR="0085747A" w:rsidRPr="00F33B48" w:rsidRDefault="0085747A" w:rsidP="009C54AE">
      <w:pPr>
        <w:rPr>
          <w:rFonts w:ascii="Corbel" w:hAnsi="Corbel"/>
        </w:rPr>
      </w:pPr>
    </w:p>
    <w:p w14:paraId="425B1866" w14:textId="025DE9EF" w:rsidR="0085747A" w:rsidRPr="00F33B48" w:rsidRDefault="00D81249" w:rsidP="00D8124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33B48">
        <w:rPr>
          <w:rFonts w:ascii="Corbel" w:hAnsi="Corbel"/>
          <w:szCs w:val="24"/>
        </w:rPr>
        <w:t xml:space="preserve">Podstawowe </w:t>
      </w:r>
      <w:r w:rsidR="00445970" w:rsidRPr="00F33B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3B48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32627EF6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Zarządzanie jakością</w:t>
            </w:r>
          </w:p>
        </w:tc>
      </w:tr>
      <w:tr w:rsidR="0085747A" w:rsidRPr="00F33B48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66E03A00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E/I/EP/C.4</w:t>
            </w:r>
          </w:p>
        </w:tc>
      </w:tr>
      <w:tr w:rsidR="0085747A" w:rsidRPr="00F33B48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F33B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3B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3B48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BA84353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33B48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F33B48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33B48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F33B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3545E7A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33B48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33B48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65AFC3D9" w:rsidR="0085747A" w:rsidRPr="00F33B48" w:rsidRDefault="005224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F33B4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33B48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3B48">
              <w:rPr>
                <w:rFonts w:ascii="Corbel" w:hAnsi="Corbel"/>
                <w:sz w:val="24"/>
                <w:szCs w:val="24"/>
              </w:rPr>
              <w:t>/y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16DD682B" w:rsidR="0085747A" w:rsidRPr="00F33B48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4337F" w:rsidRPr="00F33B4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F33B48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33B48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F33B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3B48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3BA50EFE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  <w:tr w:rsidR="0085747A" w:rsidRPr="00F33B48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6F2EE800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37AA52DB" w:rsidR="0085747A" w:rsidRPr="00F33B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* </w:t>
      </w:r>
      <w:r w:rsidRPr="00F33B48">
        <w:rPr>
          <w:rFonts w:ascii="Corbel" w:hAnsi="Corbel"/>
          <w:i/>
          <w:sz w:val="24"/>
          <w:szCs w:val="24"/>
        </w:rPr>
        <w:t>-</w:t>
      </w:r>
      <w:r w:rsidR="00B90885" w:rsidRPr="00F33B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3B48">
        <w:rPr>
          <w:rFonts w:ascii="Corbel" w:hAnsi="Corbel"/>
          <w:b w:val="0"/>
          <w:sz w:val="24"/>
          <w:szCs w:val="24"/>
        </w:rPr>
        <w:t>e,</w:t>
      </w:r>
      <w:r w:rsidR="00496E42" w:rsidRPr="00F33B48">
        <w:rPr>
          <w:rFonts w:ascii="Corbel" w:hAnsi="Corbel"/>
          <w:b w:val="0"/>
          <w:sz w:val="24"/>
          <w:szCs w:val="24"/>
        </w:rPr>
        <w:t xml:space="preserve"> </w:t>
      </w:r>
      <w:r w:rsidRPr="00F33B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3B48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6DDED7E2" w:rsidR="0085747A" w:rsidRPr="00F33B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1.</w:t>
      </w:r>
      <w:r w:rsidR="00E22FBC" w:rsidRPr="00F33B48">
        <w:rPr>
          <w:rFonts w:ascii="Corbel" w:hAnsi="Corbel"/>
          <w:sz w:val="24"/>
          <w:szCs w:val="24"/>
        </w:rPr>
        <w:t>1</w:t>
      </w:r>
      <w:r w:rsidRPr="00F33B48">
        <w:rPr>
          <w:rFonts w:ascii="Corbel" w:hAnsi="Corbel"/>
          <w:sz w:val="24"/>
          <w:szCs w:val="24"/>
        </w:rPr>
        <w:t>.</w:t>
      </w:r>
      <w:r w:rsidR="00F33B48" w:rsidRPr="00F33B48">
        <w:rPr>
          <w:rFonts w:ascii="Corbel" w:hAnsi="Corbel"/>
          <w:sz w:val="24"/>
          <w:szCs w:val="24"/>
        </w:rPr>
        <w:t xml:space="preserve"> </w:t>
      </w:r>
      <w:r w:rsidRPr="00F33B4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6693848" w14:textId="77777777" w:rsidR="00923D7D" w:rsidRPr="00F33B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3B48" w14:paraId="42030EB5" w14:textId="77777777" w:rsidTr="003127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F33B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(</w:t>
            </w:r>
            <w:r w:rsidR="00363F78" w:rsidRPr="00F33B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3B48">
              <w:rPr>
                <w:rFonts w:ascii="Corbel" w:hAnsi="Corbel"/>
                <w:b/>
                <w:szCs w:val="24"/>
              </w:rPr>
              <w:t>Liczba pkt</w:t>
            </w:r>
            <w:r w:rsidR="00B90885" w:rsidRPr="00F33B48">
              <w:rPr>
                <w:rFonts w:ascii="Corbel" w:hAnsi="Corbel"/>
                <w:b/>
                <w:szCs w:val="24"/>
              </w:rPr>
              <w:t>.</w:t>
            </w:r>
            <w:r w:rsidRPr="00F33B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3B48" w14:paraId="45EBF26E" w14:textId="77777777" w:rsidTr="00D812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46580610" w:rsidR="00015B8F" w:rsidRPr="00F33B48" w:rsidRDefault="00BD5C19" w:rsidP="00D812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081EAE31" w:rsidR="00015B8F" w:rsidRPr="00F33B48" w:rsidRDefault="004741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42B0BC6C" w:rsidR="00015B8F" w:rsidRPr="00F33B48" w:rsidRDefault="004741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BCE0A1F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759801" w14:textId="77777777" w:rsidR="00923D7D" w:rsidRPr="00F33B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F33B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F33B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</w:t>
      </w:r>
      <w:r w:rsidR="00E22FBC" w:rsidRPr="00F33B48">
        <w:rPr>
          <w:rFonts w:ascii="Corbel" w:hAnsi="Corbel"/>
          <w:smallCaps w:val="0"/>
          <w:szCs w:val="24"/>
        </w:rPr>
        <w:t>2</w:t>
      </w:r>
      <w:r w:rsidR="00F83B2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 xml:space="preserve">Sposób realizacji zajęć  </w:t>
      </w:r>
    </w:p>
    <w:p w14:paraId="603C3B8F" w14:textId="6677B5B7" w:rsidR="00C86EF7" w:rsidRPr="00FD7701" w:rsidRDefault="00C86EF7" w:rsidP="00C86E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01C5D297" w14:textId="77777777" w:rsidR="00C86EF7" w:rsidRPr="00FD7701" w:rsidRDefault="00C86EF7" w:rsidP="00C86EF7">
      <w:pPr>
        <w:ind w:left="426"/>
        <w:rPr>
          <w:rStyle w:val="eop"/>
          <w:rFonts w:ascii="Corbel" w:hAnsi="Corbel" w:cs="Segoe UI"/>
          <w:b/>
          <w:bCs/>
          <w:smallCaps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0FD7701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bookmarkEnd w:id="0"/>
    <w:p w14:paraId="33B12F7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1E6D9AF8" w:rsidR="00E22FBC" w:rsidRPr="00F33B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1.3</w:t>
      </w:r>
      <w:r w:rsidR="00F33B4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>For</w:t>
      </w:r>
      <w:r w:rsidR="00445970" w:rsidRPr="00F33B48">
        <w:rPr>
          <w:rFonts w:ascii="Corbel" w:hAnsi="Corbel"/>
          <w:smallCaps w:val="0"/>
          <w:szCs w:val="24"/>
        </w:rPr>
        <w:t xml:space="preserve">ma zaliczenia przedmiotu </w:t>
      </w:r>
      <w:r w:rsidRPr="00F33B48">
        <w:rPr>
          <w:rFonts w:ascii="Corbel" w:hAnsi="Corbel"/>
          <w:smallCaps w:val="0"/>
          <w:szCs w:val="24"/>
        </w:rPr>
        <w:t xml:space="preserve"> (z toku) </w:t>
      </w:r>
      <w:r w:rsidRPr="00F33B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7CC0C0E7" w:rsidR="00824BFE" w:rsidRPr="00F33B48" w:rsidRDefault="00F33B48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egzamin</w:t>
      </w:r>
    </w:p>
    <w:p w14:paraId="7EFE418A" w14:textId="77777777" w:rsidR="00E960BB" w:rsidRPr="00F33B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2C0761DA" w:rsidR="00E960BB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2.</w:t>
      </w:r>
      <w:r w:rsidR="00D81249">
        <w:rPr>
          <w:rFonts w:ascii="Corbel" w:hAnsi="Corbel"/>
          <w:szCs w:val="24"/>
        </w:rPr>
        <w:t xml:space="preserve"> </w:t>
      </w:r>
      <w:r w:rsidRPr="00F33B48">
        <w:rPr>
          <w:rFonts w:ascii="Corbel" w:hAnsi="Corbel"/>
          <w:szCs w:val="24"/>
        </w:rPr>
        <w:t xml:space="preserve">Wymagania wstępne </w:t>
      </w:r>
    </w:p>
    <w:p w14:paraId="09B55DF9" w14:textId="77777777" w:rsidR="00F33B48" w:rsidRPr="00F33B48" w:rsidRDefault="00F33B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6995FD73" w14:textId="77777777" w:rsidTr="00745302">
        <w:tc>
          <w:tcPr>
            <w:tcW w:w="9670" w:type="dxa"/>
          </w:tcPr>
          <w:p w14:paraId="2ECF8109" w14:textId="44577512" w:rsidR="0085747A" w:rsidRPr="00F33B48" w:rsidRDefault="00824BFE" w:rsidP="00DE2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F33B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3241A231" w:rsidR="0085747A" w:rsidRPr="00F33B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3.</w:t>
      </w:r>
      <w:r w:rsidR="00DE2E21">
        <w:rPr>
          <w:rFonts w:ascii="Corbel" w:hAnsi="Corbel"/>
          <w:szCs w:val="24"/>
        </w:rPr>
        <w:t xml:space="preserve"> </w:t>
      </w:r>
      <w:r w:rsidR="00A84C85" w:rsidRPr="00F33B48">
        <w:rPr>
          <w:rFonts w:ascii="Corbel" w:hAnsi="Corbel"/>
          <w:szCs w:val="24"/>
        </w:rPr>
        <w:t>cele, efekty uczenia się</w:t>
      </w:r>
      <w:r w:rsidR="0085747A" w:rsidRPr="00F33B48">
        <w:rPr>
          <w:rFonts w:ascii="Corbel" w:hAnsi="Corbel"/>
          <w:szCs w:val="24"/>
        </w:rPr>
        <w:t>, treści Programowe i stosowane metody Dydaktyczne</w:t>
      </w:r>
    </w:p>
    <w:p w14:paraId="048B69AA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529B624" w:rsidR="0085747A" w:rsidRPr="00F33B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lastRenderedPageBreak/>
        <w:t>3.1</w:t>
      </w:r>
      <w:r w:rsidR="00F33B48">
        <w:rPr>
          <w:rFonts w:ascii="Corbel" w:hAnsi="Corbel"/>
          <w:sz w:val="24"/>
          <w:szCs w:val="24"/>
        </w:rPr>
        <w:t>.</w:t>
      </w:r>
      <w:r w:rsidRPr="00F33B48">
        <w:rPr>
          <w:rFonts w:ascii="Corbel" w:hAnsi="Corbel"/>
          <w:sz w:val="24"/>
          <w:szCs w:val="24"/>
        </w:rPr>
        <w:t xml:space="preserve"> </w:t>
      </w:r>
      <w:r w:rsidR="00C05F44" w:rsidRPr="00F33B48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F33B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D388A" w:rsidRPr="00F33B48" w14:paraId="2CAC4C23" w14:textId="77777777" w:rsidTr="00FD388A">
        <w:tc>
          <w:tcPr>
            <w:tcW w:w="845" w:type="dxa"/>
            <w:vAlign w:val="center"/>
          </w:tcPr>
          <w:p w14:paraId="5FEE7498" w14:textId="77777777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1E078ED" w14:textId="4BDEDDAB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 xml:space="preserve">Zapoznanie z rolą jakości w organizacji oraz możliwości zastosowania metod i narzędzi zarządzania jakością. </w:t>
            </w:r>
          </w:p>
        </w:tc>
      </w:tr>
      <w:tr w:rsidR="00FD388A" w:rsidRPr="00F33B48" w14:paraId="5B583DAC" w14:textId="77777777" w:rsidTr="00FD388A">
        <w:tc>
          <w:tcPr>
            <w:tcW w:w="845" w:type="dxa"/>
            <w:vAlign w:val="center"/>
          </w:tcPr>
          <w:p w14:paraId="68F1AA10" w14:textId="1CE35833" w:rsidR="00FD388A" w:rsidRPr="00F33B48" w:rsidRDefault="00FD388A" w:rsidP="00FD38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44F973" w14:textId="3FEABC11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Przedstawienie systemów zarządzania jakością oraz możliwości ich aplikacji.</w:t>
            </w:r>
          </w:p>
        </w:tc>
      </w:tr>
      <w:tr w:rsidR="00FD388A" w:rsidRPr="00F33B48" w14:paraId="344FCD91" w14:textId="77777777" w:rsidTr="00FD388A">
        <w:tc>
          <w:tcPr>
            <w:tcW w:w="845" w:type="dxa"/>
            <w:vAlign w:val="center"/>
          </w:tcPr>
          <w:p w14:paraId="6342D5FC" w14:textId="26E1B20D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293EBF" w14:textId="2B3DB4F0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Wykształcenie umiejętności praktycznego wykorzystania poznanych zagadnień.</w:t>
            </w:r>
          </w:p>
        </w:tc>
      </w:tr>
    </w:tbl>
    <w:p w14:paraId="748DF47C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1AF7FBE8" w:rsidR="001D7B54" w:rsidRPr="00F33B48" w:rsidRDefault="009F4610" w:rsidP="009C54AE">
      <w:pPr>
        <w:ind w:left="426"/>
        <w:rPr>
          <w:rFonts w:ascii="Corbel" w:hAnsi="Corbel"/>
        </w:rPr>
      </w:pPr>
      <w:r w:rsidRPr="00F33B48">
        <w:rPr>
          <w:rFonts w:ascii="Corbel" w:hAnsi="Corbel"/>
          <w:b/>
        </w:rPr>
        <w:t>3.2</w:t>
      </w:r>
      <w:r w:rsidR="00D81249">
        <w:rPr>
          <w:rFonts w:ascii="Corbel" w:hAnsi="Corbel"/>
          <w:b/>
        </w:rPr>
        <w:t>.</w:t>
      </w:r>
      <w:r w:rsidRPr="00F33B48">
        <w:rPr>
          <w:rFonts w:ascii="Corbel" w:hAnsi="Corbel"/>
          <w:b/>
        </w:rPr>
        <w:t xml:space="preserve"> </w:t>
      </w:r>
      <w:r w:rsidR="001D7B54" w:rsidRPr="00F33B48">
        <w:rPr>
          <w:rFonts w:ascii="Corbel" w:hAnsi="Corbel"/>
          <w:b/>
        </w:rPr>
        <w:t xml:space="preserve">Efekty </w:t>
      </w:r>
      <w:r w:rsidR="00C05F44" w:rsidRPr="00F33B48">
        <w:rPr>
          <w:rFonts w:ascii="Corbel" w:hAnsi="Corbel"/>
          <w:b/>
        </w:rPr>
        <w:t xml:space="preserve">uczenia się </w:t>
      </w:r>
      <w:r w:rsidR="001D7B54" w:rsidRPr="00F33B48">
        <w:rPr>
          <w:rFonts w:ascii="Corbel" w:hAnsi="Corbel"/>
          <w:b/>
        </w:rPr>
        <w:t>dla przedmiotu</w:t>
      </w:r>
    </w:p>
    <w:p w14:paraId="02F57609" w14:textId="77777777" w:rsidR="001D7B54" w:rsidRPr="00F33B48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3B48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3B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F33B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F33B48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3B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3B48" w14:paraId="11BF3E48" w14:textId="77777777" w:rsidTr="005E6E85">
        <w:tc>
          <w:tcPr>
            <w:tcW w:w="1701" w:type="dxa"/>
          </w:tcPr>
          <w:p w14:paraId="75C06559" w14:textId="3F638D02" w:rsidR="0085747A" w:rsidRPr="00F33B48" w:rsidRDefault="00F33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F33B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0FD0236" w14:textId="3687BF69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podstawowe pojęcia z zakresu 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>zarządzania jakością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oraz związki nauk ekonomicznych z naukami 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>o zarządzaniu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4ACDA0" w14:textId="2DE2DAF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F33B48" w14:paraId="44B780E6" w14:textId="77777777" w:rsidTr="005E6E85">
        <w:tc>
          <w:tcPr>
            <w:tcW w:w="1701" w:type="dxa"/>
          </w:tcPr>
          <w:p w14:paraId="70C50ABF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0C6E79A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na i </w:t>
            </w:r>
            <w:r w:rsidR="009147E2" w:rsidRPr="001B0235">
              <w:rPr>
                <w:rFonts w:ascii="Corbel" w:hAnsi="Corbel"/>
                <w:b w:val="0"/>
                <w:smallCaps w:val="0"/>
              </w:rPr>
              <w:t>rozumie wzajemne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relacje pomiędzy organizacjami w zakresie 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budowania jakości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0324CC2" w14:textId="7BE814D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F33B48" w14:paraId="4C6FE65F" w14:textId="77777777" w:rsidTr="005E6E85">
        <w:tc>
          <w:tcPr>
            <w:tcW w:w="1701" w:type="dxa"/>
          </w:tcPr>
          <w:p w14:paraId="4ED8C9E6" w14:textId="28F43CDE" w:rsidR="0085747A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2720497B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otrafi analizować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zjawiska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 xml:space="preserve"> związane z jakością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, i</w:t>
            </w:r>
            <w:r w:rsidR="00D81249">
              <w:rPr>
                <w:rFonts w:ascii="Corbel" w:hAnsi="Corbel"/>
                <w:b w:val="0"/>
                <w:smallCaps w:val="0"/>
              </w:rPr>
              <w:t>ch uwarunkowania i determinanty.</w:t>
            </w:r>
          </w:p>
        </w:tc>
        <w:tc>
          <w:tcPr>
            <w:tcW w:w="1873" w:type="dxa"/>
          </w:tcPr>
          <w:p w14:paraId="7082291B" w14:textId="718B129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7B12F1" w:rsidRPr="00F33B48" w14:paraId="48A8206D" w14:textId="77777777" w:rsidTr="005E6E85">
        <w:tc>
          <w:tcPr>
            <w:tcW w:w="1701" w:type="dxa"/>
          </w:tcPr>
          <w:p w14:paraId="08360BED" w14:textId="20D50379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1CAFCAD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stosować teoretyczną wiedzę do rozwiązywania problemów w obszarze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procesów związanych z budowaniem jakości w organizacjach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45554EF" w14:textId="13CD4B7A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7B12F1" w:rsidRPr="00F33B48" w14:paraId="355A702B" w14:textId="77777777" w:rsidTr="005E6E85">
        <w:tc>
          <w:tcPr>
            <w:tcW w:w="1701" w:type="dxa"/>
          </w:tcPr>
          <w:p w14:paraId="64466AE0" w14:textId="62012542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1F04E402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w kontekście zarządzania</w:t>
            </w:r>
            <w:r w:rsidR="00312765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180CD8D" w14:textId="5F87DA61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7B12F1" w:rsidRPr="00F33B48" w14:paraId="1620F755" w14:textId="77777777" w:rsidTr="005E6E85">
        <w:tc>
          <w:tcPr>
            <w:tcW w:w="1701" w:type="dxa"/>
          </w:tcPr>
          <w:p w14:paraId="4B4BD53F" w14:textId="3CEC3207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19ABF506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wykorzystywać metody i narzędzia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 zarządzania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A6169B4" w14:textId="4B1D6B84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K_U05</w:t>
            </w:r>
          </w:p>
        </w:tc>
      </w:tr>
      <w:tr w:rsidR="007B12F1" w:rsidRPr="00F33B48" w14:paraId="3A99DACB" w14:textId="77777777" w:rsidTr="005E6E85">
        <w:tc>
          <w:tcPr>
            <w:tcW w:w="1701" w:type="dxa"/>
          </w:tcPr>
          <w:p w14:paraId="11BF7840" w14:textId="62850500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43D12E9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planować i organizować pracę indywidualną oraz w zespole, pracować w grupie, przyjmując w niej różne role </w:t>
            </w:r>
          </w:p>
        </w:tc>
        <w:tc>
          <w:tcPr>
            <w:tcW w:w="1873" w:type="dxa"/>
          </w:tcPr>
          <w:p w14:paraId="167250FE" w14:textId="10194F49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91085F" w:rsidRPr="00F33B48" w14:paraId="0D615526" w14:textId="77777777" w:rsidTr="005E6E85">
        <w:tc>
          <w:tcPr>
            <w:tcW w:w="1701" w:type="dxa"/>
          </w:tcPr>
          <w:p w14:paraId="2D452628" w14:textId="33472146" w:rsidR="0091085F" w:rsidRPr="00F33B48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74E3A7EA" w:rsidR="0091085F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J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est gotów do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wypełniania zobowiązań społecznych poprzez uczestniczenie w przygotowaniu projektów gospodarczych i społecznych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E0EEB30" w14:textId="6A0C5BEF" w:rsidR="0091085F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BE5A43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6A33073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>3.3</w:t>
      </w:r>
      <w:r w:rsidR="00DE2E21">
        <w:rPr>
          <w:rFonts w:ascii="Corbel" w:hAnsi="Corbel"/>
          <w:b/>
          <w:sz w:val="24"/>
          <w:szCs w:val="24"/>
        </w:rPr>
        <w:t xml:space="preserve">. </w:t>
      </w:r>
      <w:r w:rsidR="0085747A" w:rsidRPr="00F33B48">
        <w:rPr>
          <w:rFonts w:ascii="Corbel" w:hAnsi="Corbel"/>
          <w:b/>
          <w:sz w:val="24"/>
          <w:szCs w:val="24"/>
        </w:rPr>
        <w:t>T</w:t>
      </w:r>
      <w:r w:rsidR="001D7B54" w:rsidRPr="00F33B48">
        <w:rPr>
          <w:rFonts w:ascii="Corbel" w:hAnsi="Corbel"/>
          <w:b/>
          <w:sz w:val="24"/>
          <w:szCs w:val="24"/>
        </w:rPr>
        <w:t xml:space="preserve">reści programowe </w:t>
      </w:r>
    </w:p>
    <w:p w14:paraId="5CADB9D0" w14:textId="77777777" w:rsidR="00D81249" w:rsidRPr="00F33B48" w:rsidRDefault="00D812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1235C2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F33B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406AE83" w14:textId="77777777" w:rsidTr="00BB27A5">
        <w:tc>
          <w:tcPr>
            <w:tcW w:w="9520" w:type="dxa"/>
          </w:tcPr>
          <w:p w14:paraId="46EE0370" w14:textId="77777777" w:rsidR="0085747A" w:rsidRPr="00F33B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625F14F1" w14:textId="77777777" w:rsidTr="00BB27A5">
        <w:tc>
          <w:tcPr>
            <w:tcW w:w="9520" w:type="dxa"/>
          </w:tcPr>
          <w:p w14:paraId="7F61B4B9" w14:textId="7E00624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Jakość w organizacjach (rozumienie, geneza, determinanty). </w:t>
            </w:r>
          </w:p>
        </w:tc>
      </w:tr>
      <w:tr w:rsidR="00CC3B2D" w:rsidRPr="00F33B48" w14:paraId="1C812B6A" w14:textId="77777777" w:rsidTr="00BB27A5">
        <w:tc>
          <w:tcPr>
            <w:tcW w:w="9520" w:type="dxa"/>
          </w:tcPr>
          <w:p w14:paraId="74B34594" w14:textId="72397DF1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Narzędzia i metody zarządzania jakością (tradycyjne i nowoczesne), identyfikacja oraz ocena jakości. </w:t>
            </w:r>
          </w:p>
        </w:tc>
      </w:tr>
      <w:tr w:rsidR="00CC3B2D" w:rsidRPr="00F33B48" w14:paraId="080FDFE0" w14:textId="77777777" w:rsidTr="00BB27A5">
        <w:tc>
          <w:tcPr>
            <w:tcW w:w="9520" w:type="dxa"/>
          </w:tcPr>
          <w:p w14:paraId="226B43AC" w14:textId="29DDEA4F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Metody pomiaru satysfakcji klientów.</w:t>
            </w:r>
          </w:p>
        </w:tc>
      </w:tr>
      <w:tr w:rsidR="00CC3B2D" w:rsidRPr="00F33B48" w14:paraId="45145DF5" w14:textId="77777777" w:rsidTr="00BB27A5">
        <w:tc>
          <w:tcPr>
            <w:tcW w:w="9520" w:type="dxa"/>
          </w:tcPr>
          <w:p w14:paraId="7C2C2856" w14:textId="644BD7DD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System zarządzania jakością według ISO 9001:2015, założenia podejścia procesowego</w:t>
            </w:r>
          </w:p>
        </w:tc>
      </w:tr>
      <w:tr w:rsidR="00CC3B2D" w:rsidRPr="00F33B48" w14:paraId="6EAFC68D" w14:textId="77777777" w:rsidTr="00BB27A5">
        <w:tc>
          <w:tcPr>
            <w:tcW w:w="9520" w:type="dxa"/>
          </w:tcPr>
          <w:p w14:paraId="27186A39" w14:textId="0F756BE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Audyty (wewnętrzny i zewnętrzny), dokumentacja systemów oraz możliwości certyfikacyjne</w:t>
            </w:r>
          </w:p>
        </w:tc>
      </w:tr>
    </w:tbl>
    <w:p w14:paraId="640C454D" w14:textId="77777777" w:rsidR="0085747A" w:rsidRPr="00F33B48" w:rsidRDefault="0085747A" w:rsidP="009C54AE">
      <w:pPr>
        <w:rPr>
          <w:rFonts w:ascii="Corbel" w:hAnsi="Corbel"/>
        </w:rPr>
      </w:pPr>
    </w:p>
    <w:p w14:paraId="45CB8C44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33B48">
        <w:rPr>
          <w:rFonts w:ascii="Corbel" w:hAnsi="Corbel"/>
          <w:sz w:val="24"/>
          <w:szCs w:val="24"/>
        </w:rPr>
        <w:t xml:space="preserve">, </w:t>
      </w:r>
      <w:r w:rsidRPr="00F33B48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F33B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6271321" w14:textId="77777777" w:rsidTr="00BB27A5">
        <w:tc>
          <w:tcPr>
            <w:tcW w:w="9520" w:type="dxa"/>
          </w:tcPr>
          <w:p w14:paraId="63184BF6" w14:textId="77777777" w:rsidR="0085747A" w:rsidRPr="00F33B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C3B2D" w:rsidRPr="00F33B48" w14:paraId="1EE7A749" w14:textId="77777777" w:rsidTr="00BB27A5">
        <w:tc>
          <w:tcPr>
            <w:tcW w:w="9520" w:type="dxa"/>
          </w:tcPr>
          <w:p w14:paraId="1415AF02" w14:textId="30A0E80A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Podstawowe pojęcia związane z kształtowaniem jakości</w:t>
            </w:r>
          </w:p>
        </w:tc>
      </w:tr>
      <w:tr w:rsidR="00CC3B2D" w:rsidRPr="00F33B48" w14:paraId="5AD75F66" w14:textId="77777777" w:rsidTr="00BB27A5">
        <w:tc>
          <w:tcPr>
            <w:tcW w:w="9520" w:type="dxa"/>
          </w:tcPr>
          <w:p w14:paraId="380960E7" w14:textId="2165F96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TQM - Total Quality Management: założenia filozofii TQM, ciągłe doskonalenie organizacji</w:t>
            </w:r>
          </w:p>
        </w:tc>
      </w:tr>
      <w:tr w:rsidR="00CC3B2D" w:rsidRPr="00F33B48" w14:paraId="587EDF0A" w14:textId="77777777" w:rsidTr="00BB27A5">
        <w:tc>
          <w:tcPr>
            <w:tcW w:w="9520" w:type="dxa"/>
          </w:tcPr>
          <w:p w14:paraId="1373B1F6" w14:textId="0E869D2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Ekonomika kosztów jakości. Rodzaje i klasyfikacja kosztów.</w:t>
            </w:r>
          </w:p>
        </w:tc>
      </w:tr>
      <w:tr w:rsidR="00CC3B2D" w:rsidRPr="00F33B48" w14:paraId="7A364931" w14:textId="77777777" w:rsidTr="00BB27A5">
        <w:tc>
          <w:tcPr>
            <w:tcW w:w="9520" w:type="dxa"/>
          </w:tcPr>
          <w:p w14:paraId="2E01D490" w14:textId="77777777" w:rsidR="00CC3B2D" w:rsidRPr="00F33B48" w:rsidRDefault="00CC3B2D" w:rsidP="00CC3B2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Wybrane techniki i narzędzia zarządzania przez jakość </w:t>
            </w:r>
          </w:p>
          <w:p w14:paraId="5DD2C757" w14:textId="46A1EB72" w:rsidR="00CC3B2D" w:rsidRPr="00F33B48" w:rsidRDefault="00CC3B2D" w:rsidP="00DE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(karty kontrolne, </w:t>
            </w:r>
            <w:r w:rsidR="00DE2E21">
              <w:rPr>
                <w:rFonts w:ascii="Corbel" w:hAnsi="Corbel"/>
                <w:sz w:val="24"/>
                <w:szCs w:val="24"/>
              </w:rPr>
              <w:t>diagram Ishikawy, analiza Pareto</w:t>
            </w:r>
            <w:r w:rsidRPr="00F33B4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C3B2D" w:rsidRPr="00F33B48" w14:paraId="1712D88B" w14:textId="77777777" w:rsidTr="00BB27A5">
        <w:tc>
          <w:tcPr>
            <w:tcW w:w="9520" w:type="dxa"/>
          </w:tcPr>
          <w:p w14:paraId="46E9EC16" w14:textId="03A1BC0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Proces certyfikacyjny ISO. Przygotowanie do audytów.</w:t>
            </w:r>
          </w:p>
        </w:tc>
      </w:tr>
      <w:tr w:rsidR="00CC3B2D" w:rsidRPr="00F33B48" w14:paraId="76D30ED5" w14:textId="77777777" w:rsidTr="00BB27A5">
        <w:tc>
          <w:tcPr>
            <w:tcW w:w="9520" w:type="dxa"/>
          </w:tcPr>
          <w:p w14:paraId="0F92339F" w14:textId="232F308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Systemy zintegrowane: jakości, środowiskowy, bezpieczeństwa.</w:t>
            </w:r>
          </w:p>
        </w:tc>
      </w:tr>
    </w:tbl>
    <w:p w14:paraId="163F771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42A95E84" w:rsidR="0085747A" w:rsidRPr="00F33B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3.4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Metody dydaktyczne</w:t>
      </w:r>
    </w:p>
    <w:p w14:paraId="5BC55410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51177" w14:textId="77777777" w:rsidR="001956CE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D7348BE" w14:textId="78CBD8EB" w:rsidR="00BB27A5" w:rsidRPr="00F33B48" w:rsidRDefault="00BB27A5" w:rsidP="001956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77CDAED3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F33B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4. </w:t>
      </w:r>
      <w:r w:rsidR="0085747A" w:rsidRPr="00F33B48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F33B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4CD23E38" w:rsidR="0085747A" w:rsidRPr="00F33B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4.1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33B48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3B48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F33B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F33B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F33B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F33B48" w14:paraId="21C0AFE0" w14:textId="77777777" w:rsidTr="00BC2F67">
        <w:tc>
          <w:tcPr>
            <w:tcW w:w="1962" w:type="dxa"/>
          </w:tcPr>
          <w:p w14:paraId="6DBE6B54" w14:textId="38A9C0F6" w:rsidR="00BC2F67" w:rsidRPr="00F33B48" w:rsidRDefault="00BC2F67" w:rsidP="00DE2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287A10" w14:textId="319C863E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4DF9E17" w14:textId="26451328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782392D1" w14:textId="77777777" w:rsidTr="00BC2F67">
        <w:tc>
          <w:tcPr>
            <w:tcW w:w="1962" w:type="dxa"/>
          </w:tcPr>
          <w:p w14:paraId="7827DDD8" w14:textId="0DBB39A8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12F92922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B201071" w14:textId="7DB98B23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61D7F332" w14:textId="77777777" w:rsidTr="00BC2F67">
        <w:tc>
          <w:tcPr>
            <w:tcW w:w="1962" w:type="dxa"/>
          </w:tcPr>
          <w:p w14:paraId="50D4BC81" w14:textId="629F9F9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7BABB4C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9461D1F" w14:textId="521BB214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90F1110" w14:textId="77777777" w:rsidTr="00BC2F67">
        <w:tc>
          <w:tcPr>
            <w:tcW w:w="1962" w:type="dxa"/>
          </w:tcPr>
          <w:p w14:paraId="2ECDA247" w14:textId="20BB7C71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543DFD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69D4A1" w14:textId="0B8B868E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11BC4BA" w14:textId="77777777" w:rsidTr="00BC2F67">
        <w:tc>
          <w:tcPr>
            <w:tcW w:w="1962" w:type="dxa"/>
          </w:tcPr>
          <w:p w14:paraId="3AE9BD56" w14:textId="53A1C12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17EED39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7332B96" w14:textId="02B5AE89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5961E293" w14:textId="77777777" w:rsidTr="00BC2F67">
        <w:tc>
          <w:tcPr>
            <w:tcW w:w="1962" w:type="dxa"/>
          </w:tcPr>
          <w:p w14:paraId="4156E5FE" w14:textId="7F7D0282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715EE661" w:rsidR="00BC2F67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9778623" w14:textId="2BAC847C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C2F67" w:rsidRPr="00F33B48" w14:paraId="0921EA4C" w14:textId="77777777" w:rsidTr="00BC2F67">
        <w:tc>
          <w:tcPr>
            <w:tcW w:w="1962" w:type="dxa"/>
          </w:tcPr>
          <w:p w14:paraId="07C52EA3" w14:textId="79D63EA4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29A09A8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C985E0" w14:textId="78D241FA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C3B2D" w:rsidRPr="00F33B48" w14:paraId="73F1529D" w14:textId="77777777" w:rsidTr="00BC2F67">
        <w:tc>
          <w:tcPr>
            <w:tcW w:w="1962" w:type="dxa"/>
          </w:tcPr>
          <w:p w14:paraId="0BD468A9" w14:textId="295D64A9" w:rsidR="00CC3B2D" w:rsidRPr="00F33B48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7535F96B" w:rsidR="00CC3B2D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840645" w14:textId="1FA0F071" w:rsidR="00CC3B2D" w:rsidRPr="00DE2E21" w:rsidRDefault="00BE7F1E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7C45EFB" w14:textId="77777777" w:rsidR="00923D7D" w:rsidRPr="00F33B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635C764E" w:rsidR="0085747A" w:rsidRPr="00F33B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4.2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</w:t>
      </w:r>
      <w:r w:rsidR="0085747A" w:rsidRPr="00F33B48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2F7AA03F" w14:textId="77777777" w:rsidTr="504CA914">
        <w:tc>
          <w:tcPr>
            <w:tcW w:w="9670" w:type="dxa"/>
          </w:tcPr>
          <w:p w14:paraId="737043D6" w14:textId="76171B70" w:rsidR="00074F26" w:rsidRPr="00F33B48" w:rsidRDefault="00074F26" w:rsidP="00DE2E21">
            <w:pPr>
              <w:ind w:left="34"/>
              <w:rPr>
                <w:rFonts w:ascii="Corbel" w:hAnsi="Corbel"/>
              </w:rPr>
            </w:pPr>
            <w:r w:rsidRPr="00F33B48">
              <w:rPr>
                <w:rFonts w:ascii="Corbel" w:hAnsi="Corbel"/>
              </w:rPr>
              <w:t xml:space="preserve">Ocena egzaminacyjna na podstawie pracy w formie testowo-opisowej. </w:t>
            </w:r>
          </w:p>
          <w:p w14:paraId="493528A3" w14:textId="0A3494CC" w:rsidR="0085747A" w:rsidRPr="00F33B48" w:rsidRDefault="1FED80C3" w:rsidP="504CA914">
            <w:pPr>
              <w:ind w:left="34"/>
              <w:rPr>
                <w:rFonts w:ascii="Corbel" w:hAnsi="Corbel"/>
                <w:b/>
                <w:bCs/>
                <w:smallCaps/>
              </w:rPr>
            </w:pPr>
            <w:r w:rsidRPr="504CA914">
              <w:rPr>
                <w:rFonts w:ascii="Corbel" w:hAnsi="Corbel"/>
              </w:rPr>
              <w:t>Zaliczenie ćwiczeń na podstawie kolokwium w formie testowo-opisowej.</w:t>
            </w:r>
          </w:p>
          <w:p w14:paraId="3EC1434B" w14:textId="712FFB66" w:rsidR="0085747A" w:rsidRPr="00F33B48" w:rsidRDefault="048B7C3A" w:rsidP="504CA914">
            <w:pPr>
              <w:ind w:left="34"/>
              <w:rPr>
                <w:rFonts w:ascii="Corbel" w:hAnsi="Corbel"/>
              </w:rPr>
            </w:pPr>
            <w:r w:rsidRPr="504CA914">
              <w:rPr>
                <w:rFonts w:ascii="Corbel" w:hAnsi="Corbel"/>
              </w:rPr>
              <w:t>Zaliczenie na ocenę pozytywną powyżej 51% punktów.</w:t>
            </w:r>
          </w:p>
          <w:p w14:paraId="414BE631" w14:textId="29D5E47C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Przedziały:</w:t>
            </w:r>
          </w:p>
          <w:p w14:paraId="626F6F07" w14:textId="307B1DD7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(51%-60%) ocena dostateczna:3,0</w:t>
            </w:r>
          </w:p>
          <w:p w14:paraId="5A6BADF6" w14:textId="0F8D984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(61%-70%) ocena ponad dostateczna:3,5</w:t>
            </w:r>
          </w:p>
          <w:p w14:paraId="756A24B9" w14:textId="269B1A0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(71%-80%) ocena dobra:4,0</w:t>
            </w:r>
          </w:p>
          <w:p w14:paraId="00328C54" w14:textId="293BE301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(81%-90%) ponad dobra:4,5</w:t>
            </w:r>
          </w:p>
          <w:p w14:paraId="070A415F" w14:textId="4AA6312D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3981" w14:textId="77777777" w:rsidR="00D81249" w:rsidRPr="00F33B48" w:rsidRDefault="00D812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F33B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 xml:space="preserve">5. </w:t>
      </w:r>
      <w:r w:rsidR="00C61DC5" w:rsidRPr="00F33B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3B48" w14:paraId="3AE4AE8A" w14:textId="77777777" w:rsidTr="003E1941">
        <w:tc>
          <w:tcPr>
            <w:tcW w:w="4962" w:type="dxa"/>
            <w:vAlign w:val="center"/>
          </w:tcPr>
          <w:p w14:paraId="2FB36A28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FC520E" w14:textId="1042E0AF" w:rsidR="0085747A" w:rsidRPr="00F33B48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765" w:rsidRPr="00F33B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3B48" w14:paraId="0A58ED60" w14:textId="77777777" w:rsidTr="00923D7D">
        <w:tc>
          <w:tcPr>
            <w:tcW w:w="4962" w:type="dxa"/>
          </w:tcPr>
          <w:p w14:paraId="7208BA99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33B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33B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33B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3B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EB70F3" w14:textId="52696340" w:rsidR="0085747A" w:rsidRPr="00F33B48" w:rsidRDefault="0047417B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F33B48" w14:paraId="6B5FF5FA" w14:textId="77777777" w:rsidTr="00923D7D">
        <w:tc>
          <w:tcPr>
            <w:tcW w:w="4962" w:type="dxa"/>
          </w:tcPr>
          <w:p w14:paraId="1097403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87244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73DEF" w14:textId="501300D2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33B48" w14:paraId="5F4D8B94" w14:textId="77777777" w:rsidTr="00923D7D">
        <w:tc>
          <w:tcPr>
            <w:tcW w:w="4962" w:type="dxa"/>
          </w:tcPr>
          <w:p w14:paraId="6B289138" w14:textId="5E4FEC80" w:rsidR="00C61DC5" w:rsidRPr="00F33B48" w:rsidRDefault="00C61DC5" w:rsidP="00C86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86E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E57F48D" w14:textId="2CF46E27" w:rsidR="00C61DC5" w:rsidRPr="00F33B48" w:rsidRDefault="0047417B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F33B48" w14:paraId="57A46231" w14:textId="77777777" w:rsidTr="00923D7D">
        <w:tc>
          <w:tcPr>
            <w:tcW w:w="4962" w:type="dxa"/>
          </w:tcPr>
          <w:p w14:paraId="3CF09C1C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A1B4DC" w14:textId="477C7689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33B48" w14:paraId="6DE168A6" w14:textId="77777777" w:rsidTr="00923D7D">
        <w:tc>
          <w:tcPr>
            <w:tcW w:w="4962" w:type="dxa"/>
          </w:tcPr>
          <w:p w14:paraId="5857DED2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C0325" w14:textId="2F7ADA7F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7889B5" w14:textId="77777777" w:rsidR="0085747A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3B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3B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F33B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F33B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6. </w:t>
      </w:r>
      <w:r w:rsidR="0085747A" w:rsidRPr="00F33B48">
        <w:rPr>
          <w:rFonts w:ascii="Corbel" w:hAnsi="Corbel"/>
          <w:smallCaps w:val="0"/>
          <w:szCs w:val="24"/>
        </w:rPr>
        <w:t>PRAKTYKI ZAWO</w:t>
      </w:r>
      <w:r w:rsidR="009D3F3B" w:rsidRPr="00F33B48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33B48" w14:paraId="535F74D4" w14:textId="77777777" w:rsidTr="00CB108E">
        <w:trPr>
          <w:trHeight w:val="397"/>
        </w:trPr>
        <w:tc>
          <w:tcPr>
            <w:tcW w:w="2359" w:type="pct"/>
          </w:tcPr>
          <w:p w14:paraId="44EED410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6D337F7A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33B48" w14:paraId="665A31AE" w14:textId="77777777" w:rsidTr="00CB108E">
        <w:trPr>
          <w:trHeight w:val="397"/>
        </w:trPr>
        <w:tc>
          <w:tcPr>
            <w:tcW w:w="2359" w:type="pct"/>
          </w:tcPr>
          <w:p w14:paraId="1011C196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6BAE4FCC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F33B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7. </w:t>
      </w:r>
      <w:r w:rsidR="0085747A" w:rsidRPr="00F33B48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33B48" w14:paraId="2AFC42AE" w14:textId="77777777" w:rsidTr="504CA914">
        <w:trPr>
          <w:trHeight w:val="397"/>
        </w:trPr>
        <w:tc>
          <w:tcPr>
            <w:tcW w:w="5000" w:type="pct"/>
          </w:tcPr>
          <w:p w14:paraId="19383548" w14:textId="77777777" w:rsidR="00DE2E21" w:rsidRPr="00DE2E21" w:rsidRDefault="0085747A" w:rsidP="00DE2E21">
            <w:pPr>
              <w:jc w:val="both"/>
              <w:rPr>
                <w:rFonts w:ascii="Corbel" w:hAnsi="Corbel"/>
                <w:smallCaps/>
              </w:rPr>
            </w:pPr>
            <w:r w:rsidRPr="00DE2E21">
              <w:rPr>
                <w:rFonts w:ascii="Corbel" w:hAnsi="Corbel"/>
              </w:rPr>
              <w:t>Literatura podstawowa:</w:t>
            </w:r>
            <w:r w:rsidR="009476EB" w:rsidRPr="00DE2E21">
              <w:rPr>
                <w:rFonts w:ascii="Corbel" w:hAnsi="Corbel"/>
                <w:smallCaps/>
              </w:rPr>
              <w:t xml:space="preserve"> </w:t>
            </w:r>
          </w:p>
          <w:p w14:paraId="4260A5A8" w14:textId="45EFC1D8" w:rsidR="0085747A" w:rsidRPr="00DE2E21" w:rsidRDefault="00FB173D" w:rsidP="00DE2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</w:t>
            </w:r>
            <w:r w:rsidR="36BCE76C" w:rsidRPr="504CA914">
              <w:rPr>
                <w:rFonts w:ascii="Corbel" w:hAnsi="Corbel"/>
                <w:sz w:val="24"/>
                <w:szCs w:val="24"/>
              </w:rPr>
              <w:t>ą</w:t>
            </w:r>
            <w:r w:rsidRPr="504CA914">
              <w:rPr>
                <w:rFonts w:ascii="Corbel" w:hAnsi="Corbel"/>
                <w:sz w:val="24"/>
                <w:szCs w:val="24"/>
              </w:rPr>
              <w:t>: podstawy, system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y i narzędzia / Sławomir Wawak.</w:t>
            </w:r>
            <w:r w:rsidRPr="504CA914">
              <w:rPr>
                <w:rFonts w:ascii="Corbel" w:hAnsi="Corbel"/>
                <w:sz w:val="24"/>
                <w:szCs w:val="24"/>
              </w:rPr>
              <w:t xml:space="preserve"> Gliwice: Helion, 2011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640D97CF" w:rsidR="0085747A" w:rsidRPr="00DE2E21" w:rsidRDefault="607907BA" w:rsidP="504CA9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jakością w organizacji: wybrane zagadnienia / Michał Molenda, Patrycja Hąbek, Bartosz Szczęśniak. - Gliwice: Wydawnictwo Politechniki Śląskiej, 2016.</w:t>
            </w:r>
          </w:p>
        </w:tc>
      </w:tr>
      <w:tr w:rsidR="0085747A" w:rsidRPr="00F33B48" w14:paraId="778CED86" w14:textId="77777777" w:rsidTr="504CA914">
        <w:trPr>
          <w:trHeight w:val="397"/>
        </w:trPr>
        <w:tc>
          <w:tcPr>
            <w:tcW w:w="5000" w:type="pct"/>
          </w:tcPr>
          <w:p w14:paraId="2F5298BE" w14:textId="77777777" w:rsidR="00DE2E21" w:rsidRPr="00DE2E21" w:rsidRDefault="0085747A" w:rsidP="00DE2E21">
            <w:pPr>
              <w:jc w:val="both"/>
              <w:rPr>
                <w:rFonts w:ascii="Corbel" w:hAnsi="Corbel"/>
              </w:rPr>
            </w:pPr>
            <w:r w:rsidRPr="00DE2E21">
              <w:rPr>
                <w:rFonts w:ascii="Corbel" w:hAnsi="Corbel"/>
              </w:rPr>
              <w:t xml:space="preserve">Literatura uzupełniająca: </w:t>
            </w:r>
          </w:p>
          <w:p w14:paraId="55FE9C93" w14:textId="5A868AD0" w:rsidR="0085747A" w:rsidRPr="00DE2E21" w:rsidRDefault="00C77A78" w:rsidP="00DE2E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Koncepcja oceny sprawności zarządzania jakością w przeds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iębiorstwie / Sławomir Wawak. </w:t>
            </w:r>
            <w:r w:rsidRPr="504CA914">
              <w:rPr>
                <w:rFonts w:ascii="Corbel" w:hAnsi="Corbel"/>
                <w:sz w:val="24"/>
                <w:szCs w:val="24"/>
              </w:rPr>
              <w:t>Kraków: Wydawnictwo Uniwersytetu Ekonomicznego, 2018.</w:t>
            </w:r>
          </w:p>
          <w:p w14:paraId="2A96D598" w14:textId="571027CF" w:rsidR="0085747A" w:rsidRPr="00DE2E21" w:rsidRDefault="2CE66ED1" w:rsidP="504CA9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Surmacz T., Fura B., Znaczenie ósmej zasady zarządzania jakością w budowaniu zielonych łańcuchów dostaw, Logistyka, 2/2015, s. 748-754</w:t>
            </w:r>
          </w:p>
        </w:tc>
      </w:tr>
    </w:tbl>
    <w:p w14:paraId="74812E8E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F33B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3B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AA5B3" w14:textId="77777777" w:rsidR="00BD06FD" w:rsidRDefault="00BD06FD" w:rsidP="00C16ABF">
      <w:r>
        <w:separator/>
      </w:r>
    </w:p>
  </w:endnote>
  <w:endnote w:type="continuationSeparator" w:id="0">
    <w:p w14:paraId="4630E64E" w14:textId="77777777" w:rsidR="00BD06FD" w:rsidRDefault="00BD06FD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00046" w14:textId="77777777" w:rsidR="00BD06FD" w:rsidRDefault="00BD06FD" w:rsidP="00C16ABF">
      <w:r>
        <w:separator/>
      </w:r>
    </w:p>
  </w:footnote>
  <w:footnote w:type="continuationSeparator" w:id="0">
    <w:p w14:paraId="0FA90F61" w14:textId="77777777" w:rsidR="00BD06FD" w:rsidRDefault="00BD06FD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A37AE"/>
    <w:multiLevelType w:val="hybridMultilevel"/>
    <w:tmpl w:val="0480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56B"/>
    <w:multiLevelType w:val="hybridMultilevel"/>
    <w:tmpl w:val="974CCFA4"/>
    <w:lvl w:ilvl="0" w:tplc="3DE2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53BB4"/>
    <w:multiLevelType w:val="hybridMultilevel"/>
    <w:tmpl w:val="5FA0FA6E"/>
    <w:lvl w:ilvl="0" w:tplc="E69C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6C"/>
    <w:rsid w:val="0017512A"/>
    <w:rsid w:val="00176083"/>
    <w:rsid w:val="00176DB7"/>
    <w:rsid w:val="00192F37"/>
    <w:rsid w:val="001956CE"/>
    <w:rsid w:val="001A70D2"/>
    <w:rsid w:val="001B0235"/>
    <w:rsid w:val="001D657B"/>
    <w:rsid w:val="001D7B54"/>
    <w:rsid w:val="001E0209"/>
    <w:rsid w:val="001F2CA2"/>
    <w:rsid w:val="002144C0"/>
    <w:rsid w:val="00215FA7"/>
    <w:rsid w:val="00220731"/>
    <w:rsid w:val="0022477D"/>
    <w:rsid w:val="00225F5C"/>
    <w:rsid w:val="002278A9"/>
    <w:rsid w:val="002336F9"/>
    <w:rsid w:val="0024028F"/>
    <w:rsid w:val="00244ABC"/>
    <w:rsid w:val="0027141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76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0F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17B"/>
    <w:rsid w:val="0047598D"/>
    <w:rsid w:val="004840FD"/>
    <w:rsid w:val="00490F7D"/>
    <w:rsid w:val="00491678"/>
    <w:rsid w:val="004919B3"/>
    <w:rsid w:val="004968E2"/>
    <w:rsid w:val="00496E42"/>
    <w:rsid w:val="004A3EEA"/>
    <w:rsid w:val="004A4D1F"/>
    <w:rsid w:val="004D5282"/>
    <w:rsid w:val="004F1551"/>
    <w:rsid w:val="004F55A3"/>
    <w:rsid w:val="0050496F"/>
    <w:rsid w:val="00513B6F"/>
    <w:rsid w:val="00517C63"/>
    <w:rsid w:val="00522427"/>
    <w:rsid w:val="00525A30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5"/>
    <w:rsid w:val="00696477"/>
    <w:rsid w:val="006C1C9D"/>
    <w:rsid w:val="006C7FBA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26B63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4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3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06FD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86EF7"/>
    <w:rsid w:val="00C94B98"/>
    <w:rsid w:val="00CA2B96"/>
    <w:rsid w:val="00CA5089"/>
    <w:rsid w:val="00CA56E5"/>
    <w:rsid w:val="00CB108E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659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1249"/>
    <w:rsid w:val="00D8678B"/>
    <w:rsid w:val="00D90BC4"/>
    <w:rsid w:val="00DA2114"/>
    <w:rsid w:val="00DA6057"/>
    <w:rsid w:val="00DC2115"/>
    <w:rsid w:val="00DC6D0C"/>
    <w:rsid w:val="00DD3C2F"/>
    <w:rsid w:val="00DE09C0"/>
    <w:rsid w:val="00DE2E21"/>
    <w:rsid w:val="00DE4A14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88"/>
    <w:rsid w:val="00F070AB"/>
    <w:rsid w:val="00F17567"/>
    <w:rsid w:val="00F27A7B"/>
    <w:rsid w:val="00F33B48"/>
    <w:rsid w:val="00F526AF"/>
    <w:rsid w:val="00F617C3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18F3"/>
    <w:rsid w:val="00FF5E7D"/>
    <w:rsid w:val="048B7C3A"/>
    <w:rsid w:val="07285F1C"/>
    <w:rsid w:val="16967578"/>
    <w:rsid w:val="183245D9"/>
    <w:rsid w:val="1FED80C3"/>
    <w:rsid w:val="2CE66ED1"/>
    <w:rsid w:val="36BCE76C"/>
    <w:rsid w:val="504CA914"/>
    <w:rsid w:val="5336983C"/>
    <w:rsid w:val="6079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FCD57798-2009-40FC-BB0F-9BB68F67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73D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4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48"/>
    <w:rPr>
      <w:rFonts w:eastAsia="Times New Roman"/>
      <w:b/>
      <w:bCs/>
    </w:rPr>
  </w:style>
  <w:style w:type="paragraph" w:customStyle="1" w:styleId="paragraph">
    <w:name w:val="paragraph"/>
    <w:basedOn w:val="Normalny"/>
    <w:rsid w:val="00C86EF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86EF7"/>
  </w:style>
  <w:style w:type="character" w:customStyle="1" w:styleId="spellingerror">
    <w:name w:val="spellingerror"/>
    <w:basedOn w:val="Domylnaczcionkaakapitu"/>
    <w:rsid w:val="00C86EF7"/>
  </w:style>
  <w:style w:type="character" w:customStyle="1" w:styleId="eop">
    <w:name w:val="eop"/>
    <w:basedOn w:val="Domylnaczcionkaakapitu"/>
    <w:rsid w:val="00C8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00BFC5-1EBF-4296-AF08-6FFE0E8ED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ABB968-C6DE-407E-94DF-8B62E3CBB1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51BEC7-A2C6-40D0-924C-CE8B44850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E75084-C3C2-4362-8439-C3BDFE5B82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893</Words>
  <Characters>5360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2020-11-23T11:01:00Z</dcterms:created>
  <dcterms:modified xsi:type="dcterms:W3CDTF">2020-12-16T14:35:00Z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